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962" w:rsidRDefault="00C20962" w:rsidP="00997ECD">
      <w:pPr>
        <w:ind w:firstLine="709"/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6" o:spid="_x0000_s1026" type="#_x0000_t75" alt="Герб_Белора_bw_smoll" style="position:absolute;left:0;text-align:left;margin-left:225.35pt;margin-top:-40.15pt;width:45.05pt;height:54pt;z-index:251658240;visibility:visible">
            <v:imagedata r:id="rId7" o:title=""/>
          </v:shape>
        </w:pict>
      </w:r>
    </w:p>
    <w:p w:rsidR="00C20962" w:rsidRPr="00997ECD" w:rsidRDefault="00C20962" w:rsidP="005B68F0">
      <w:pPr>
        <w:ind w:firstLine="567"/>
        <w:jc w:val="center"/>
        <w:rPr>
          <w:b/>
          <w:sz w:val="28"/>
          <w:szCs w:val="28"/>
        </w:rPr>
      </w:pPr>
      <w:r w:rsidRPr="00997ECD">
        <w:rPr>
          <w:b/>
          <w:sz w:val="28"/>
          <w:szCs w:val="28"/>
        </w:rPr>
        <w:t xml:space="preserve">АДМИНИСТРАЦИЯ МУНИЦИПАЛЬНОГО ОБРАЗОВАНИЯ </w:t>
      </w:r>
    </w:p>
    <w:p w:rsidR="00C20962" w:rsidRPr="00997ECD" w:rsidRDefault="00C20962" w:rsidP="005B68F0">
      <w:pPr>
        <w:ind w:firstLine="567"/>
        <w:jc w:val="center"/>
        <w:rPr>
          <w:b/>
          <w:sz w:val="28"/>
          <w:szCs w:val="28"/>
        </w:rPr>
      </w:pPr>
      <w:r w:rsidRPr="00997ECD">
        <w:rPr>
          <w:b/>
          <w:sz w:val="28"/>
          <w:szCs w:val="28"/>
        </w:rPr>
        <w:t xml:space="preserve">БЕЛОРЕЧЕНСКИЙ РАЙОН </w:t>
      </w:r>
    </w:p>
    <w:p w:rsidR="00C20962" w:rsidRPr="00997ECD" w:rsidRDefault="00C20962" w:rsidP="005B68F0">
      <w:pPr>
        <w:ind w:firstLine="567"/>
        <w:jc w:val="center"/>
        <w:rPr>
          <w:b/>
          <w:sz w:val="28"/>
          <w:szCs w:val="28"/>
        </w:rPr>
      </w:pPr>
    </w:p>
    <w:p w:rsidR="00C20962" w:rsidRPr="00997ECD" w:rsidRDefault="00C20962" w:rsidP="005B68F0">
      <w:pPr>
        <w:ind w:firstLine="567"/>
        <w:jc w:val="center"/>
        <w:rPr>
          <w:sz w:val="36"/>
          <w:szCs w:val="36"/>
        </w:rPr>
      </w:pPr>
      <w:r w:rsidRPr="00997ECD">
        <w:rPr>
          <w:b/>
          <w:sz w:val="36"/>
          <w:szCs w:val="36"/>
        </w:rPr>
        <w:t>ПОСТАНОВЛЕНИЕ</w:t>
      </w:r>
    </w:p>
    <w:p w:rsidR="00C20962" w:rsidRPr="00997ECD" w:rsidRDefault="00C20962" w:rsidP="00997ECD">
      <w:pPr>
        <w:pStyle w:val="OEM"/>
        <w:ind w:firstLine="709"/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C20962" w:rsidRPr="005B68F0" w:rsidRDefault="00C20962" w:rsidP="00997ECD">
      <w:pPr>
        <w:pStyle w:val="OEM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B68F0">
        <w:rPr>
          <w:rFonts w:ascii="Times New Roman" w:hAnsi="Times New Roman" w:cs="Times New Roman"/>
          <w:noProof/>
          <w:sz w:val="24"/>
          <w:szCs w:val="24"/>
        </w:rPr>
        <w:t>от __________</w:t>
      </w:r>
      <w:r w:rsidRPr="005B68F0">
        <w:rPr>
          <w:rFonts w:ascii="Times New Roman" w:hAnsi="Times New Roman" w:cs="Times New Roman"/>
          <w:noProof/>
          <w:color w:val="FFFFFF"/>
          <w:sz w:val="24"/>
          <w:szCs w:val="24"/>
        </w:rPr>
        <w:t xml:space="preserve"> </w:t>
      </w:r>
      <w:r w:rsidRPr="005B68F0">
        <w:rPr>
          <w:rFonts w:ascii="Times New Roman" w:hAnsi="Times New Roman" w:cs="Times New Roman"/>
          <w:noProof/>
          <w:color w:val="FFFFFF"/>
          <w:sz w:val="24"/>
          <w:szCs w:val="24"/>
        </w:rPr>
        <w:tab/>
      </w:r>
      <w:r w:rsidRPr="005B68F0">
        <w:rPr>
          <w:rFonts w:ascii="Times New Roman" w:hAnsi="Times New Roman" w:cs="Times New Roman"/>
          <w:noProof/>
          <w:color w:val="FFFFFF"/>
          <w:sz w:val="24"/>
          <w:szCs w:val="24"/>
        </w:rPr>
        <w:tab/>
      </w:r>
      <w:r>
        <w:rPr>
          <w:rFonts w:ascii="Times New Roman" w:hAnsi="Times New Roman" w:cs="Times New Roman"/>
          <w:noProof/>
          <w:color w:val="FFFFFF"/>
          <w:sz w:val="24"/>
          <w:szCs w:val="24"/>
        </w:rPr>
        <w:tab/>
      </w:r>
      <w:r w:rsidRPr="005B68F0">
        <w:rPr>
          <w:rFonts w:ascii="Times New Roman" w:hAnsi="Times New Roman" w:cs="Times New Roman"/>
          <w:noProof/>
          <w:color w:val="FFFFFF"/>
          <w:sz w:val="24"/>
          <w:szCs w:val="24"/>
        </w:rPr>
        <w:tab/>
      </w:r>
      <w:r w:rsidRPr="005B68F0">
        <w:rPr>
          <w:rFonts w:ascii="Times New Roman" w:hAnsi="Times New Roman" w:cs="Times New Roman"/>
          <w:noProof/>
          <w:color w:val="FFFFFF"/>
          <w:sz w:val="24"/>
          <w:szCs w:val="24"/>
        </w:rPr>
        <w:tab/>
      </w:r>
      <w:r w:rsidRPr="005B68F0">
        <w:rPr>
          <w:rFonts w:ascii="Times New Roman" w:hAnsi="Times New Roman" w:cs="Times New Roman"/>
          <w:noProof/>
          <w:color w:val="FFFFFF"/>
          <w:sz w:val="24"/>
          <w:szCs w:val="24"/>
        </w:rPr>
        <w:tab/>
      </w:r>
      <w:r w:rsidRPr="005B68F0">
        <w:rPr>
          <w:rFonts w:ascii="Times New Roman" w:hAnsi="Times New Roman" w:cs="Times New Roman"/>
          <w:noProof/>
          <w:color w:val="FFFFFF"/>
          <w:sz w:val="24"/>
          <w:szCs w:val="24"/>
        </w:rPr>
        <w:tab/>
      </w:r>
      <w:r w:rsidRPr="005B68F0">
        <w:rPr>
          <w:rFonts w:ascii="Times New Roman" w:hAnsi="Times New Roman" w:cs="Times New Roman"/>
          <w:noProof/>
          <w:color w:val="FFFFFF"/>
          <w:sz w:val="24"/>
          <w:szCs w:val="24"/>
        </w:rPr>
        <w:tab/>
      </w:r>
      <w:r w:rsidRPr="005B68F0">
        <w:rPr>
          <w:rFonts w:ascii="Times New Roman" w:hAnsi="Times New Roman" w:cs="Times New Roman"/>
          <w:noProof/>
          <w:sz w:val="24"/>
          <w:szCs w:val="24"/>
        </w:rPr>
        <w:t>№ _____</w:t>
      </w:r>
      <w:r>
        <w:rPr>
          <w:rFonts w:ascii="Times New Roman" w:hAnsi="Times New Roman" w:cs="Times New Roman"/>
          <w:noProof/>
          <w:sz w:val="24"/>
          <w:szCs w:val="24"/>
        </w:rPr>
        <w:t>____</w:t>
      </w:r>
    </w:p>
    <w:p w:rsidR="00C20962" w:rsidRPr="005B68F0" w:rsidRDefault="00C20962" w:rsidP="00997ECD">
      <w:pPr>
        <w:pStyle w:val="OEM"/>
        <w:ind w:firstLine="709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C20962" w:rsidRPr="00997ECD" w:rsidRDefault="00C20962" w:rsidP="00997ECD">
      <w:pPr>
        <w:pStyle w:val="OEM"/>
        <w:tabs>
          <w:tab w:val="left" w:pos="3400"/>
          <w:tab w:val="left" w:pos="5000"/>
        </w:tabs>
        <w:ind w:firstLine="709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997ECD">
        <w:rPr>
          <w:rFonts w:ascii="Times New Roman" w:hAnsi="Times New Roman" w:cs="Times New Roman"/>
          <w:noProof/>
          <w:sz w:val="24"/>
          <w:szCs w:val="24"/>
        </w:rPr>
        <w:t>г. Белореченск</w:t>
      </w:r>
    </w:p>
    <w:p w:rsidR="00C20962" w:rsidRDefault="00C20962" w:rsidP="00997ECD">
      <w:pPr>
        <w:ind w:firstLine="709"/>
        <w:rPr>
          <w:sz w:val="28"/>
          <w:szCs w:val="28"/>
        </w:rPr>
      </w:pPr>
    </w:p>
    <w:p w:rsidR="00C20962" w:rsidRPr="00997ECD" w:rsidRDefault="00C20962" w:rsidP="00997ECD">
      <w:pPr>
        <w:ind w:firstLine="709"/>
        <w:rPr>
          <w:sz w:val="28"/>
          <w:szCs w:val="28"/>
        </w:rPr>
      </w:pPr>
    </w:p>
    <w:p w:rsidR="00C20962" w:rsidRDefault="00C20962" w:rsidP="00B813CE">
      <w:pPr>
        <w:ind w:firstLine="709"/>
        <w:jc w:val="center"/>
        <w:rPr>
          <w:b/>
          <w:sz w:val="28"/>
          <w:szCs w:val="28"/>
        </w:rPr>
      </w:pPr>
      <w:r w:rsidRPr="00997ECD">
        <w:rPr>
          <w:b/>
          <w:sz w:val="28"/>
          <w:szCs w:val="28"/>
        </w:rPr>
        <w:t>Об утвержден</w:t>
      </w:r>
      <w:r>
        <w:rPr>
          <w:b/>
          <w:sz w:val="28"/>
          <w:szCs w:val="28"/>
        </w:rPr>
        <w:t>ии административного регламента</w:t>
      </w:r>
    </w:p>
    <w:p w:rsidR="00C20962" w:rsidRPr="00997ECD" w:rsidRDefault="00C20962" w:rsidP="00B813C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C20962" w:rsidRDefault="00C20962" w:rsidP="00B813CE">
      <w:pPr>
        <w:ind w:firstLine="709"/>
        <w:jc w:val="center"/>
        <w:rPr>
          <w:b/>
          <w:color w:val="000000"/>
          <w:sz w:val="28"/>
          <w:szCs w:val="28"/>
        </w:rPr>
      </w:pPr>
      <w:r w:rsidRPr="00D737C1">
        <w:rPr>
          <w:b/>
          <w:color w:val="000000"/>
          <w:sz w:val="28"/>
          <w:szCs w:val="28"/>
        </w:rPr>
        <w:t>«</w:t>
      </w:r>
      <w:r w:rsidRPr="006425FD">
        <w:rPr>
          <w:b/>
          <w:color w:val="000000"/>
          <w:sz w:val="28"/>
          <w:szCs w:val="28"/>
        </w:rPr>
        <w:t>Предоставление архи</w:t>
      </w:r>
      <w:r>
        <w:rPr>
          <w:b/>
          <w:color w:val="000000"/>
          <w:sz w:val="28"/>
          <w:szCs w:val="28"/>
        </w:rPr>
        <w:t>вных справок, архивных выписок и</w:t>
      </w:r>
    </w:p>
    <w:p w:rsidR="00C20962" w:rsidRPr="006425FD" w:rsidRDefault="00C20962" w:rsidP="00B813CE">
      <w:pPr>
        <w:ind w:firstLine="709"/>
        <w:jc w:val="center"/>
        <w:rPr>
          <w:b/>
          <w:color w:val="000000"/>
          <w:sz w:val="28"/>
          <w:szCs w:val="28"/>
        </w:rPr>
      </w:pPr>
      <w:r w:rsidRPr="006425FD">
        <w:rPr>
          <w:b/>
          <w:color w:val="000000"/>
          <w:sz w:val="28"/>
          <w:szCs w:val="28"/>
        </w:rPr>
        <w:t>архив</w:t>
      </w:r>
      <w:r>
        <w:rPr>
          <w:b/>
          <w:color w:val="000000"/>
          <w:sz w:val="28"/>
          <w:szCs w:val="28"/>
        </w:rPr>
        <w:t xml:space="preserve">ных копий </w:t>
      </w:r>
      <w:r w:rsidRPr="006425FD">
        <w:rPr>
          <w:b/>
          <w:color w:val="000000"/>
          <w:sz w:val="28"/>
          <w:szCs w:val="28"/>
        </w:rPr>
        <w:t>»</w:t>
      </w:r>
    </w:p>
    <w:p w:rsidR="00C20962" w:rsidRPr="00D737C1" w:rsidRDefault="00C20962" w:rsidP="00B813CE">
      <w:pPr>
        <w:ind w:firstLine="709"/>
        <w:jc w:val="center"/>
        <w:rPr>
          <w:color w:val="000000"/>
          <w:sz w:val="28"/>
          <w:szCs w:val="28"/>
        </w:rPr>
      </w:pPr>
    </w:p>
    <w:p w:rsidR="00C20962" w:rsidRPr="00D737C1" w:rsidRDefault="00C20962" w:rsidP="00997ECD">
      <w:pPr>
        <w:ind w:firstLine="709"/>
        <w:jc w:val="center"/>
        <w:rPr>
          <w:color w:val="000000"/>
          <w:sz w:val="28"/>
          <w:szCs w:val="28"/>
        </w:rPr>
      </w:pPr>
    </w:p>
    <w:p w:rsidR="00C20962" w:rsidRPr="00997ECD" w:rsidRDefault="00C20962" w:rsidP="00E2142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97EC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27 августа 2018 года № 996 «О внесении изменений в некоторые акты Правительства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Федерации», постановлением администрации муниципального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Белореченский район от 10 октября 2018 года № 2230 «О внесении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менений в постановление администрации муниципального образования Б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лореченский район от 14 июля 2011 года № 1524 «Об утверждении Полож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о порядке разработки и утверждения структурными подразделениями администрации муниципального образования Белореченский район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стративных регламентов предоставления муниципальных услуг и Положения о порядке проведения экспертизы проектов административных регламентов предоставления муниципальных услуг»,руководствуясь статьей 31 Устава муниципального образования Белореченский район, п о с т а н о в л я ю:  </w:t>
      </w:r>
    </w:p>
    <w:p w:rsidR="00C20962" w:rsidRPr="00A12A99" w:rsidRDefault="00C20962" w:rsidP="00997ECD">
      <w:pPr>
        <w:ind w:firstLine="709"/>
        <w:jc w:val="both"/>
        <w:rPr>
          <w:sz w:val="28"/>
          <w:szCs w:val="28"/>
        </w:rPr>
      </w:pPr>
      <w:bookmarkStart w:id="0" w:name="sub_101"/>
      <w:r>
        <w:rPr>
          <w:sz w:val="28"/>
          <w:szCs w:val="28"/>
        </w:rPr>
        <w:t xml:space="preserve">1. </w:t>
      </w:r>
      <w:r w:rsidRPr="00997ECD">
        <w:rPr>
          <w:sz w:val="28"/>
          <w:szCs w:val="28"/>
        </w:rPr>
        <w:t>Утвердить административный регламент администрации муниц</w:t>
      </w:r>
      <w:r w:rsidRPr="00997ECD">
        <w:rPr>
          <w:sz w:val="28"/>
          <w:szCs w:val="28"/>
        </w:rPr>
        <w:t>и</w:t>
      </w:r>
      <w:r w:rsidRPr="00997ECD">
        <w:rPr>
          <w:sz w:val="28"/>
          <w:szCs w:val="28"/>
        </w:rPr>
        <w:t>пального образования Белореченский район по предоставлению муниц</w:t>
      </w:r>
      <w:r w:rsidRPr="00997ECD">
        <w:rPr>
          <w:sz w:val="28"/>
          <w:szCs w:val="28"/>
        </w:rPr>
        <w:t>и</w:t>
      </w:r>
      <w:r w:rsidRPr="00997ECD">
        <w:rPr>
          <w:sz w:val="28"/>
          <w:szCs w:val="28"/>
        </w:rPr>
        <w:t xml:space="preserve">пальной услуги </w:t>
      </w:r>
      <w:bookmarkStart w:id="1" w:name="sub_102"/>
      <w:bookmarkEnd w:id="0"/>
      <w:r w:rsidRPr="00A12A99">
        <w:rPr>
          <w:sz w:val="28"/>
          <w:szCs w:val="28"/>
        </w:rPr>
        <w:t>«Предоставление архи</w:t>
      </w:r>
      <w:r>
        <w:rPr>
          <w:sz w:val="28"/>
          <w:szCs w:val="28"/>
        </w:rPr>
        <w:t>вных справок, архивных выписок и</w:t>
      </w:r>
      <w:r w:rsidRPr="00A12A99">
        <w:rPr>
          <w:sz w:val="28"/>
          <w:szCs w:val="28"/>
        </w:rPr>
        <w:t xml:space="preserve"> а</w:t>
      </w:r>
      <w:r w:rsidRPr="00A12A99">
        <w:rPr>
          <w:sz w:val="28"/>
          <w:szCs w:val="28"/>
        </w:rPr>
        <w:t>р</w:t>
      </w:r>
      <w:r w:rsidRPr="00A12A99">
        <w:rPr>
          <w:sz w:val="28"/>
          <w:szCs w:val="28"/>
        </w:rPr>
        <w:t xml:space="preserve">хивных копий» (прилагается). </w:t>
      </w:r>
    </w:p>
    <w:p w:rsidR="00C20962" w:rsidRDefault="00C20962" w:rsidP="00B813C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A12A99">
        <w:rPr>
          <w:sz w:val="28"/>
          <w:szCs w:val="28"/>
        </w:rPr>
        <w:t>Архивному отделу управления делами администрации муниципал</w:t>
      </w:r>
      <w:r w:rsidRPr="00A12A99">
        <w:rPr>
          <w:sz w:val="28"/>
          <w:szCs w:val="28"/>
        </w:rPr>
        <w:t>ь</w:t>
      </w:r>
      <w:r w:rsidRPr="00A12A99">
        <w:rPr>
          <w:sz w:val="28"/>
          <w:szCs w:val="28"/>
        </w:rPr>
        <w:t>ного образования Белореченский район</w:t>
      </w:r>
      <w:bookmarkEnd w:id="1"/>
      <w:r w:rsidRPr="00A12A99">
        <w:rPr>
          <w:sz w:val="28"/>
          <w:szCs w:val="28"/>
        </w:rPr>
        <w:t xml:space="preserve"> (Жане) при предоставлении муниц</w:t>
      </w:r>
      <w:r w:rsidRPr="00A12A99">
        <w:rPr>
          <w:sz w:val="28"/>
          <w:szCs w:val="28"/>
        </w:rPr>
        <w:t>и</w:t>
      </w:r>
      <w:r w:rsidRPr="00A12A99">
        <w:rPr>
          <w:sz w:val="28"/>
          <w:szCs w:val="28"/>
        </w:rPr>
        <w:t>пальной услуги</w:t>
      </w:r>
      <w:r>
        <w:rPr>
          <w:sz w:val="28"/>
          <w:szCs w:val="28"/>
        </w:rPr>
        <w:t xml:space="preserve"> </w:t>
      </w:r>
      <w:r w:rsidRPr="00A12A99">
        <w:rPr>
          <w:sz w:val="28"/>
          <w:szCs w:val="28"/>
        </w:rPr>
        <w:t xml:space="preserve"> «Предоставление архи</w:t>
      </w:r>
      <w:r>
        <w:rPr>
          <w:sz w:val="28"/>
          <w:szCs w:val="28"/>
        </w:rPr>
        <w:t xml:space="preserve">вных справок, архивных выписок и </w:t>
      </w:r>
      <w:r w:rsidRPr="00A12A99">
        <w:rPr>
          <w:sz w:val="28"/>
          <w:szCs w:val="28"/>
        </w:rPr>
        <w:t>архивных копий» руководствоваться настоящим Административным регл</w:t>
      </w:r>
      <w:r w:rsidRPr="00A12A99">
        <w:rPr>
          <w:sz w:val="28"/>
          <w:szCs w:val="28"/>
        </w:rPr>
        <w:t>а</w:t>
      </w:r>
      <w:r w:rsidRPr="00A12A99">
        <w:rPr>
          <w:sz w:val="28"/>
          <w:szCs w:val="28"/>
        </w:rPr>
        <w:t>ментом.</w:t>
      </w:r>
    </w:p>
    <w:p w:rsidR="00C20962" w:rsidRDefault="00C20962" w:rsidP="00B813CE">
      <w:pPr>
        <w:rPr>
          <w:sz w:val="28"/>
          <w:szCs w:val="28"/>
        </w:rPr>
      </w:pPr>
      <w:r>
        <w:rPr>
          <w:sz w:val="28"/>
          <w:szCs w:val="28"/>
        </w:rPr>
        <w:t xml:space="preserve">          3.  Архивному отделу управления делами </w:t>
      </w:r>
      <w:r w:rsidRPr="00997ECD">
        <w:rPr>
          <w:sz w:val="28"/>
          <w:szCs w:val="28"/>
        </w:rPr>
        <w:t>администрации муниципал</w:t>
      </w:r>
      <w:r w:rsidRPr="00997ECD">
        <w:rPr>
          <w:sz w:val="28"/>
          <w:szCs w:val="28"/>
        </w:rPr>
        <w:t>ь</w:t>
      </w:r>
      <w:r w:rsidRPr="00997ECD">
        <w:rPr>
          <w:sz w:val="28"/>
          <w:szCs w:val="28"/>
        </w:rPr>
        <w:t>ного образования Белореченский район (</w:t>
      </w:r>
      <w:r>
        <w:rPr>
          <w:sz w:val="28"/>
          <w:szCs w:val="28"/>
        </w:rPr>
        <w:t>Жане</w:t>
      </w:r>
      <w:r w:rsidRPr="00997ECD">
        <w:rPr>
          <w:sz w:val="28"/>
          <w:szCs w:val="28"/>
        </w:rPr>
        <w:t>) разместить настоящий Адм</w:t>
      </w:r>
      <w:r w:rsidRPr="00997ECD">
        <w:rPr>
          <w:sz w:val="28"/>
          <w:szCs w:val="28"/>
        </w:rPr>
        <w:t>и</w:t>
      </w:r>
      <w:r w:rsidRPr="00997ECD">
        <w:rPr>
          <w:sz w:val="28"/>
          <w:szCs w:val="28"/>
        </w:rPr>
        <w:t>нистративный регламен</w:t>
      </w:r>
      <w:r>
        <w:rPr>
          <w:sz w:val="28"/>
          <w:szCs w:val="28"/>
        </w:rPr>
        <w:t>т на официальном сайте администрации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образования Белореченский район  </w:t>
      </w:r>
      <w:r w:rsidRPr="00997ECD">
        <w:rPr>
          <w:sz w:val="28"/>
          <w:szCs w:val="28"/>
        </w:rPr>
        <w:t xml:space="preserve">в </w:t>
      </w:r>
      <w:r>
        <w:rPr>
          <w:sz w:val="28"/>
          <w:szCs w:val="28"/>
        </w:rPr>
        <w:t>сети Интернет в разделе «Админ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стративная реформа », в информационной системе «Единый портал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ственных и муниципальных услуг (фун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ций)».</w:t>
      </w:r>
    </w:p>
    <w:p w:rsidR="00C20962" w:rsidRDefault="00C20962" w:rsidP="004C26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 Признать утратившими силу постановления администрации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образования Белореченский район:</w:t>
      </w:r>
    </w:p>
    <w:p w:rsidR="00C20962" w:rsidRDefault="00C20962" w:rsidP="00A12A99">
      <w:pPr>
        <w:ind w:firstLine="709"/>
        <w:jc w:val="both"/>
        <w:rPr>
          <w:sz w:val="28"/>
          <w:szCs w:val="28"/>
        </w:rPr>
      </w:pPr>
      <w:r w:rsidRPr="00A12A99">
        <w:rPr>
          <w:sz w:val="28"/>
          <w:szCs w:val="28"/>
        </w:rPr>
        <w:t>от 29 июня 2012 года № 1461 Об утверждении административного ре</w:t>
      </w:r>
      <w:r w:rsidRPr="00A12A99">
        <w:rPr>
          <w:sz w:val="28"/>
          <w:szCs w:val="28"/>
        </w:rPr>
        <w:t>г</w:t>
      </w:r>
      <w:r w:rsidRPr="00A12A99">
        <w:rPr>
          <w:sz w:val="28"/>
          <w:szCs w:val="28"/>
        </w:rPr>
        <w:t>ламента предоставление муниципальной услуги «Предоставление архивных справок, архивных выписок, архивных копий»;</w:t>
      </w:r>
    </w:p>
    <w:p w:rsidR="00C20962" w:rsidRPr="00A12A99" w:rsidRDefault="00C20962" w:rsidP="00A12A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 июля 2012 года № 1472  «Об утверждении административного ре</w:t>
      </w:r>
      <w:r>
        <w:rPr>
          <w:sz w:val="28"/>
          <w:szCs w:val="28"/>
        </w:rPr>
        <w:t>г</w:t>
      </w:r>
      <w:r>
        <w:rPr>
          <w:sz w:val="28"/>
          <w:szCs w:val="28"/>
        </w:rPr>
        <w:t>ламента предоставления муниципальной услуги «Выдача архивных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тов, подтверждающих право на владение землей» ;</w:t>
      </w:r>
    </w:p>
    <w:p w:rsidR="00C20962" w:rsidRDefault="00C20962" w:rsidP="00ED54D1">
      <w:pPr>
        <w:ind w:firstLine="709"/>
        <w:jc w:val="both"/>
        <w:rPr>
          <w:sz w:val="28"/>
          <w:szCs w:val="28"/>
        </w:rPr>
      </w:pPr>
      <w:r w:rsidRPr="00A12A99">
        <w:rPr>
          <w:sz w:val="28"/>
          <w:szCs w:val="28"/>
        </w:rPr>
        <w:t xml:space="preserve">от 29 июля 2013 года № 1869  </w:t>
      </w:r>
      <w:r>
        <w:rPr>
          <w:sz w:val="28"/>
          <w:szCs w:val="28"/>
        </w:rPr>
        <w:t>«</w:t>
      </w:r>
      <w:r w:rsidRPr="00A12A99">
        <w:rPr>
          <w:sz w:val="28"/>
          <w:szCs w:val="28"/>
        </w:rPr>
        <w:t>О внесении изменений в постановление администрации муниципального образования Белореченский рай</w:t>
      </w:r>
      <w:r>
        <w:rPr>
          <w:sz w:val="28"/>
          <w:szCs w:val="28"/>
        </w:rPr>
        <w:t>он от 29 июня 2012 года № 1461 «</w:t>
      </w:r>
      <w:r w:rsidRPr="00A12A99">
        <w:rPr>
          <w:sz w:val="28"/>
          <w:szCs w:val="28"/>
        </w:rPr>
        <w:t>Об утверждении административного регламента предо</w:t>
      </w:r>
      <w:r>
        <w:rPr>
          <w:sz w:val="28"/>
          <w:szCs w:val="28"/>
        </w:rPr>
        <w:t>ставление муниципальной услуги «</w:t>
      </w:r>
      <w:r w:rsidRPr="00A12A99">
        <w:rPr>
          <w:sz w:val="28"/>
          <w:szCs w:val="28"/>
        </w:rPr>
        <w:t>Предоставление архивных справок, архивных выписок, архивных копий »</w:t>
      </w:r>
      <w:bookmarkStart w:id="2" w:name="_GoBack"/>
      <w:bookmarkEnd w:id="2"/>
      <w:r>
        <w:rPr>
          <w:sz w:val="28"/>
          <w:szCs w:val="28"/>
        </w:rPr>
        <w:t>;</w:t>
      </w:r>
    </w:p>
    <w:p w:rsidR="00C20962" w:rsidRDefault="00C20962" w:rsidP="00ED54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8 мая 2014 года № 928  «О признании утратившим силу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администрации муниципального образования Белореченский район от 2 июля 2012 года № 1472  «Об утверждении административного регламента предоставления муниципальной услуги «Выдача архивных документов,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тверждающих право на владение землей»;</w:t>
      </w:r>
    </w:p>
    <w:p w:rsidR="00C20962" w:rsidRPr="00997ECD" w:rsidRDefault="00C20962" w:rsidP="00ED54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10 июля 2014 года № 1357  «О внесении изменения в постановление администрации муниципального образования Белореченский район от 29 июня 2012 года № 1461 «Об утверждении административного регламента предоставления муниципальной услуги «Предоставление архивных справок, архивных выписок, архивных копий»;</w:t>
      </w:r>
    </w:p>
    <w:p w:rsidR="00C20962" w:rsidRPr="00997ECD" w:rsidRDefault="00C20962" w:rsidP="00997ECD">
      <w:pPr>
        <w:ind w:firstLine="709"/>
        <w:jc w:val="both"/>
        <w:rPr>
          <w:sz w:val="28"/>
          <w:szCs w:val="28"/>
        </w:rPr>
      </w:pPr>
      <w:bookmarkStart w:id="3" w:name="sub_103"/>
      <w:r>
        <w:rPr>
          <w:sz w:val="28"/>
          <w:szCs w:val="28"/>
        </w:rPr>
        <w:t>5</w:t>
      </w:r>
      <w:r w:rsidRPr="00997ECD">
        <w:rPr>
          <w:sz w:val="28"/>
          <w:szCs w:val="28"/>
        </w:rPr>
        <w:t>. Управлению делами администрации муниципального образования Белореченский район (Солдатенко) обнародовать настоящее постановление в установленном порядке.</w:t>
      </w:r>
    </w:p>
    <w:bookmarkEnd w:id="3"/>
    <w:p w:rsidR="00C20962" w:rsidRPr="00997ECD" w:rsidRDefault="00C20962" w:rsidP="00997E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97EC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97ECD">
        <w:rPr>
          <w:sz w:val="28"/>
          <w:szCs w:val="28"/>
        </w:rPr>
        <w:t xml:space="preserve"> </w:t>
      </w:r>
      <w:bookmarkStart w:id="4" w:name="sub_1042"/>
      <w:r w:rsidRPr="00997ECD">
        <w:rPr>
          <w:sz w:val="28"/>
          <w:szCs w:val="28"/>
        </w:rPr>
        <w:t>Контроль за выполнением настоящего постановления возложить на заместителя главы муниципального образования Белореченский район</w:t>
      </w:r>
      <w:r>
        <w:rPr>
          <w:sz w:val="28"/>
          <w:szCs w:val="28"/>
        </w:rPr>
        <w:t xml:space="preserve"> И.Е.Акулинина</w:t>
      </w:r>
      <w:r w:rsidRPr="00997ECD">
        <w:rPr>
          <w:sz w:val="28"/>
          <w:szCs w:val="28"/>
        </w:rPr>
        <w:t>.</w:t>
      </w:r>
    </w:p>
    <w:p w:rsidR="00C20962" w:rsidRPr="00997ECD" w:rsidRDefault="00C20962" w:rsidP="00997ECD">
      <w:pPr>
        <w:ind w:firstLine="709"/>
        <w:jc w:val="both"/>
        <w:rPr>
          <w:sz w:val="28"/>
          <w:szCs w:val="28"/>
        </w:rPr>
      </w:pPr>
      <w:bookmarkStart w:id="5" w:name="sub_105"/>
      <w:bookmarkEnd w:id="4"/>
      <w:r>
        <w:rPr>
          <w:sz w:val="28"/>
          <w:szCs w:val="28"/>
        </w:rPr>
        <w:t>7</w:t>
      </w:r>
      <w:r w:rsidRPr="00997EC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997ECD">
        <w:rPr>
          <w:sz w:val="28"/>
          <w:szCs w:val="28"/>
        </w:rPr>
        <w:t>Постановление вступает в силу со дня его официального обнарод</w:t>
      </w:r>
      <w:r w:rsidRPr="00997ECD">
        <w:rPr>
          <w:sz w:val="28"/>
          <w:szCs w:val="28"/>
        </w:rPr>
        <w:t>о</w:t>
      </w:r>
      <w:r w:rsidRPr="00997ECD">
        <w:rPr>
          <w:sz w:val="28"/>
          <w:szCs w:val="28"/>
        </w:rPr>
        <w:t xml:space="preserve">вания. </w:t>
      </w:r>
      <w:bookmarkEnd w:id="5"/>
    </w:p>
    <w:p w:rsidR="00C20962" w:rsidRPr="00997ECD" w:rsidRDefault="00C20962" w:rsidP="00997ECD">
      <w:pPr>
        <w:ind w:firstLine="709"/>
        <w:jc w:val="both"/>
        <w:rPr>
          <w:sz w:val="28"/>
          <w:szCs w:val="28"/>
        </w:rPr>
      </w:pPr>
    </w:p>
    <w:p w:rsidR="00C20962" w:rsidRPr="00997ECD" w:rsidRDefault="00C20962" w:rsidP="00997ECD">
      <w:pPr>
        <w:ind w:firstLine="709"/>
        <w:jc w:val="both"/>
        <w:rPr>
          <w:sz w:val="28"/>
          <w:szCs w:val="28"/>
        </w:rPr>
      </w:pPr>
    </w:p>
    <w:p w:rsidR="00C20962" w:rsidRPr="00997ECD" w:rsidRDefault="00C20962" w:rsidP="00997EC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97ECD">
        <w:rPr>
          <w:sz w:val="28"/>
          <w:szCs w:val="28"/>
        </w:rPr>
        <w:t xml:space="preserve"> муниципального образования</w:t>
      </w:r>
    </w:p>
    <w:p w:rsidR="00C20962" w:rsidRPr="00997ECD" w:rsidRDefault="00C20962" w:rsidP="00F417AC">
      <w:pPr>
        <w:jc w:val="both"/>
        <w:rPr>
          <w:b/>
          <w:sz w:val="28"/>
          <w:szCs w:val="28"/>
        </w:rPr>
      </w:pPr>
      <w:r w:rsidRPr="00997ECD">
        <w:rPr>
          <w:sz w:val="28"/>
          <w:szCs w:val="28"/>
        </w:rPr>
        <w:t>Белореченский район</w:t>
      </w:r>
      <w:r w:rsidRPr="00997ECD">
        <w:rPr>
          <w:sz w:val="28"/>
          <w:szCs w:val="28"/>
        </w:rPr>
        <w:tab/>
      </w:r>
      <w:r w:rsidRPr="00997ECD">
        <w:rPr>
          <w:sz w:val="28"/>
          <w:szCs w:val="28"/>
        </w:rPr>
        <w:tab/>
      </w:r>
      <w:r w:rsidRPr="00997ECD">
        <w:rPr>
          <w:sz w:val="28"/>
          <w:szCs w:val="28"/>
        </w:rPr>
        <w:tab/>
      </w:r>
      <w:r w:rsidRPr="00997ECD">
        <w:rPr>
          <w:sz w:val="28"/>
          <w:szCs w:val="28"/>
        </w:rPr>
        <w:tab/>
      </w:r>
      <w:r w:rsidRPr="00997ECD">
        <w:rPr>
          <w:sz w:val="28"/>
          <w:szCs w:val="28"/>
        </w:rPr>
        <w:tab/>
      </w:r>
      <w:r w:rsidRPr="00997ECD">
        <w:rPr>
          <w:sz w:val="28"/>
          <w:szCs w:val="28"/>
        </w:rPr>
        <w:tab/>
      </w:r>
      <w:r w:rsidRPr="00997ECD">
        <w:rPr>
          <w:sz w:val="28"/>
          <w:szCs w:val="28"/>
        </w:rPr>
        <w:tab/>
      </w:r>
      <w:r>
        <w:rPr>
          <w:sz w:val="28"/>
          <w:szCs w:val="28"/>
        </w:rPr>
        <w:t xml:space="preserve">     А.Н.Шаповалов</w:t>
      </w:r>
    </w:p>
    <w:p w:rsidR="00C20962" w:rsidRPr="00997ECD" w:rsidRDefault="00C20962" w:rsidP="002E14A6">
      <w:pPr>
        <w:ind w:firstLine="709"/>
        <w:rPr>
          <w:sz w:val="28"/>
          <w:szCs w:val="28"/>
        </w:rPr>
      </w:pPr>
    </w:p>
    <w:sectPr w:rsidR="00C20962" w:rsidRPr="00997ECD" w:rsidSect="00F417AC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962" w:rsidRDefault="00C20962" w:rsidP="00FC66A5">
      <w:r>
        <w:separator/>
      </w:r>
    </w:p>
  </w:endnote>
  <w:endnote w:type="continuationSeparator" w:id="0">
    <w:p w:rsidR="00C20962" w:rsidRDefault="00C20962" w:rsidP="00FC6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962" w:rsidRDefault="00C20962" w:rsidP="00FC66A5">
      <w:r>
        <w:separator/>
      </w:r>
    </w:p>
  </w:footnote>
  <w:footnote w:type="continuationSeparator" w:id="0">
    <w:p w:rsidR="00C20962" w:rsidRDefault="00C20962" w:rsidP="00FC6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962" w:rsidRDefault="00C20962" w:rsidP="00997EC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0962" w:rsidRDefault="00C2096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962" w:rsidRDefault="00C20962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C20962" w:rsidRPr="00DE7F93" w:rsidRDefault="00C20962" w:rsidP="00997EC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962" w:rsidRPr="00C91D7E" w:rsidRDefault="00C20962">
    <w:pPr>
      <w:pStyle w:val="Header"/>
      <w:jc w:val="center"/>
      <w:rPr>
        <w:color w:val="FFFFFF"/>
      </w:rPr>
    </w:pPr>
    <w:r w:rsidRPr="00C91D7E">
      <w:rPr>
        <w:color w:val="FFFFFF"/>
      </w:rPr>
      <w:fldChar w:fldCharType="begin"/>
    </w:r>
    <w:r w:rsidRPr="00C91D7E">
      <w:rPr>
        <w:color w:val="FFFFFF"/>
      </w:rPr>
      <w:instrText xml:space="preserve"> PAGE   \* MERGEFORMAT </w:instrText>
    </w:r>
    <w:r w:rsidRPr="00C91D7E">
      <w:rPr>
        <w:color w:val="FFFFFF"/>
      </w:rPr>
      <w:fldChar w:fldCharType="separate"/>
    </w:r>
    <w:r>
      <w:rPr>
        <w:noProof/>
        <w:color w:val="FFFFFF"/>
      </w:rPr>
      <w:t>1</w:t>
    </w:r>
    <w:r w:rsidRPr="00C91D7E">
      <w:rPr>
        <w:color w:val="FFFFFF"/>
      </w:rPr>
      <w:fldChar w:fldCharType="end"/>
    </w:r>
  </w:p>
  <w:p w:rsidR="00C20962" w:rsidRDefault="00C209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</w:abstractNum>
  <w:abstractNum w:abstractNumId="1">
    <w:nsid w:val="09DC764F"/>
    <w:multiLevelType w:val="multilevel"/>
    <w:tmpl w:val="1B32BC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FEE5EA1"/>
    <w:multiLevelType w:val="hybridMultilevel"/>
    <w:tmpl w:val="F98E8362"/>
    <w:lvl w:ilvl="0" w:tplc="7B6A2D5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33C24EF"/>
    <w:multiLevelType w:val="hybridMultilevel"/>
    <w:tmpl w:val="24D2F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4B80374"/>
    <w:multiLevelType w:val="hybridMultilevel"/>
    <w:tmpl w:val="184A45B0"/>
    <w:lvl w:ilvl="0" w:tplc="F40E3FA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16D64123"/>
    <w:multiLevelType w:val="multilevel"/>
    <w:tmpl w:val="59E625EA"/>
    <w:lvl w:ilvl="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71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96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96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96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6">
    <w:nsid w:val="1C720044"/>
    <w:multiLevelType w:val="hybridMultilevel"/>
    <w:tmpl w:val="5430514C"/>
    <w:lvl w:ilvl="0" w:tplc="6CF20320">
      <w:start w:val="8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1EB94F43"/>
    <w:multiLevelType w:val="hybridMultilevel"/>
    <w:tmpl w:val="18FE1898"/>
    <w:lvl w:ilvl="0" w:tplc="7B6A2D5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EE5949"/>
    <w:multiLevelType w:val="multilevel"/>
    <w:tmpl w:val="1E90D84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395"/>
        </w:tabs>
        <w:ind w:left="4395" w:hanging="115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4575"/>
        </w:tabs>
        <w:ind w:left="4575" w:hanging="115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4755"/>
        </w:tabs>
        <w:ind w:left="4755" w:hanging="115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4935"/>
        </w:tabs>
        <w:ind w:left="4935" w:hanging="115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940"/>
        </w:tabs>
        <w:ind w:left="5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60"/>
        </w:tabs>
        <w:ind w:left="6660" w:hanging="2160"/>
      </w:pPr>
      <w:rPr>
        <w:rFonts w:cs="Times New Roman"/>
      </w:rPr>
    </w:lvl>
  </w:abstractNum>
  <w:abstractNum w:abstractNumId="9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B1E47A2"/>
    <w:multiLevelType w:val="hybridMultilevel"/>
    <w:tmpl w:val="B6E4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51C42A3"/>
    <w:multiLevelType w:val="multilevel"/>
    <w:tmpl w:val="BA8AC5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abstractNum w:abstractNumId="12">
    <w:nsid w:val="4E3F0AE6"/>
    <w:multiLevelType w:val="hybridMultilevel"/>
    <w:tmpl w:val="806E7C3C"/>
    <w:lvl w:ilvl="0" w:tplc="CC488FB4">
      <w:start w:val="4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>
    <w:nsid w:val="527233BE"/>
    <w:multiLevelType w:val="hybridMultilevel"/>
    <w:tmpl w:val="F5F8F6C6"/>
    <w:lvl w:ilvl="0" w:tplc="B37413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5A56636B"/>
    <w:multiLevelType w:val="hybridMultilevel"/>
    <w:tmpl w:val="4394E100"/>
    <w:lvl w:ilvl="0" w:tplc="F5985FE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5D292A2F"/>
    <w:multiLevelType w:val="hybridMultilevel"/>
    <w:tmpl w:val="04B28122"/>
    <w:lvl w:ilvl="0" w:tplc="39BC56D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50064A"/>
    <w:multiLevelType w:val="multilevel"/>
    <w:tmpl w:val="0EA05CC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7">
    <w:nsid w:val="624C5329"/>
    <w:multiLevelType w:val="hybridMultilevel"/>
    <w:tmpl w:val="6B8EA6E0"/>
    <w:lvl w:ilvl="0" w:tplc="7B06384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>
    <w:nsid w:val="7D6D05FA"/>
    <w:multiLevelType w:val="multilevel"/>
    <w:tmpl w:val="79448E2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9">
    <w:nsid w:val="7E641C7C"/>
    <w:multiLevelType w:val="multilevel"/>
    <w:tmpl w:val="FD1834B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19"/>
  </w:num>
  <w:num w:numId="5">
    <w:abstractNumId w:val="4"/>
  </w:num>
  <w:num w:numId="6">
    <w:abstractNumId w:val="13"/>
  </w:num>
  <w:num w:numId="7">
    <w:abstractNumId w:val="14"/>
  </w:num>
  <w:num w:numId="8">
    <w:abstractNumId w:val="17"/>
  </w:num>
  <w:num w:numId="9">
    <w:abstractNumId w:val="18"/>
  </w:num>
  <w:num w:numId="10">
    <w:abstractNumId w:val="6"/>
  </w:num>
  <w:num w:numId="11">
    <w:abstractNumId w:val="2"/>
  </w:num>
  <w:num w:numId="12">
    <w:abstractNumId w:val="7"/>
  </w:num>
  <w:num w:numId="13">
    <w:abstractNumId w:val="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5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89B"/>
    <w:rsid w:val="00017485"/>
    <w:rsid w:val="000550F6"/>
    <w:rsid w:val="000553EA"/>
    <w:rsid w:val="00055799"/>
    <w:rsid w:val="0006443B"/>
    <w:rsid w:val="00074D05"/>
    <w:rsid w:val="00083D6C"/>
    <w:rsid w:val="000B5D14"/>
    <w:rsid w:val="000E6608"/>
    <w:rsid w:val="000F46E2"/>
    <w:rsid w:val="000F6512"/>
    <w:rsid w:val="00102B1E"/>
    <w:rsid w:val="00105A79"/>
    <w:rsid w:val="00106005"/>
    <w:rsid w:val="001346F3"/>
    <w:rsid w:val="001423CD"/>
    <w:rsid w:val="00142CA0"/>
    <w:rsid w:val="00156E81"/>
    <w:rsid w:val="00164BA1"/>
    <w:rsid w:val="00187A40"/>
    <w:rsid w:val="00187F3B"/>
    <w:rsid w:val="00192BCD"/>
    <w:rsid w:val="001A2E42"/>
    <w:rsid w:val="001A4D11"/>
    <w:rsid w:val="001C6165"/>
    <w:rsid w:val="001D2C65"/>
    <w:rsid w:val="0022090F"/>
    <w:rsid w:val="00221C99"/>
    <w:rsid w:val="0023415C"/>
    <w:rsid w:val="002438ED"/>
    <w:rsid w:val="002522FA"/>
    <w:rsid w:val="002A0736"/>
    <w:rsid w:val="002A240C"/>
    <w:rsid w:val="002A65C2"/>
    <w:rsid w:val="002B156E"/>
    <w:rsid w:val="002B4749"/>
    <w:rsid w:val="002C4176"/>
    <w:rsid w:val="002C6BCC"/>
    <w:rsid w:val="002E14A6"/>
    <w:rsid w:val="003151BC"/>
    <w:rsid w:val="00351933"/>
    <w:rsid w:val="00355BFB"/>
    <w:rsid w:val="00386CBA"/>
    <w:rsid w:val="0039362C"/>
    <w:rsid w:val="00395709"/>
    <w:rsid w:val="00396D8A"/>
    <w:rsid w:val="003A0D3F"/>
    <w:rsid w:val="003A36E3"/>
    <w:rsid w:val="003C3DE5"/>
    <w:rsid w:val="003D5B16"/>
    <w:rsid w:val="003E4A05"/>
    <w:rsid w:val="003F2084"/>
    <w:rsid w:val="004016D7"/>
    <w:rsid w:val="00401F6D"/>
    <w:rsid w:val="00407C08"/>
    <w:rsid w:val="00420438"/>
    <w:rsid w:val="00422A55"/>
    <w:rsid w:val="00422E4C"/>
    <w:rsid w:val="004248DE"/>
    <w:rsid w:val="004274B2"/>
    <w:rsid w:val="004313A6"/>
    <w:rsid w:val="004435A5"/>
    <w:rsid w:val="00451E97"/>
    <w:rsid w:val="004642A4"/>
    <w:rsid w:val="004645BC"/>
    <w:rsid w:val="004660D6"/>
    <w:rsid w:val="00474681"/>
    <w:rsid w:val="004C075D"/>
    <w:rsid w:val="004C26E0"/>
    <w:rsid w:val="004D115A"/>
    <w:rsid w:val="004E27E6"/>
    <w:rsid w:val="005526BA"/>
    <w:rsid w:val="00566340"/>
    <w:rsid w:val="005666AE"/>
    <w:rsid w:val="00573591"/>
    <w:rsid w:val="00575927"/>
    <w:rsid w:val="00591517"/>
    <w:rsid w:val="005B2EEC"/>
    <w:rsid w:val="005B3867"/>
    <w:rsid w:val="005B68F0"/>
    <w:rsid w:val="005B7D8F"/>
    <w:rsid w:val="005E3C9B"/>
    <w:rsid w:val="005E74C3"/>
    <w:rsid w:val="005F6F60"/>
    <w:rsid w:val="005F7759"/>
    <w:rsid w:val="00622CA2"/>
    <w:rsid w:val="00627D64"/>
    <w:rsid w:val="006425FD"/>
    <w:rsid w:val="00645A1B"/>
    <w:rsid w:val="00652616"/>
    <w:rsid w:val="006740AA"/>
    <w:rsid w:val="00695E62"/>
    <w:rsid w:val="006B462F"/>
    <w:rsid w:val="006B4927"/>
    <w:rsid w:val="006F08A1"/>
    <w:rsid w:val="007011AA"/>
    <w:rsid w:val="0070209B"/>
    <w:rsid w:val="00705A4E"/>
    <w:rsid w:val="00727EA1"/>
    <w:rsid w:val="00734212"/>
    <w:rsid w:val="00741B87"/>
    <w:rsid w:val="00750CC2"/>
    <w:rsid w:val="00757485"/>
    <w:rsid w:val="00785910"/>
    <w:rsid w:val="00787144"/>
    <w:rsid w:val="007A0F4C"/>
    <w:rsid w:val="007B2DC3"/>
    <w:rsid w:val="007B5243"/>
    <w:rsid w:val="007B6BF9"/>
    <w:rsid w:val="007D1E57"/>
    <w:rsid w:val="007E1136"/>
    <w:rsid w:val="0083154E"/>
    <w:rsid w:val="00837798"/>
    <w:rsid w:val="00840DB1"/>
    <w:rsid w:val="0085140B"/>
    <w:rsid w:val="00866A09"/>
    <w:rsid w:val="00876910"/>
    <w:rsid w:val="00887316"/>
    <w:rsid w:val="00887CE7"/>
    <w:rsid w:val="008A3979"/>
    <w:rsid w:val="008C03B7"/>
    <w:rsid w:val="008C4D11"/>
    <w:rsid w:val="008E06C1"/>
    <w:rsid w:val="008F7071"/>
    <w:rsid w:val="00913214"/>
    <w:rsid w:val="00915B84"/>
    <w:rsid w:val="00920842"/>
    <w:rsid w:val="00920DE1"/>
    <w:rsid w:val="009223D9"/>
    <w:rsid w:val="00943FE2"/>
    <w:rsid w:val="00956A81"/>
    <w:rsid w:val="00961B61"/>
    <w:rsid w:val="00964DF3"/>
    <w:rsid w:val="0097257F"/>
    <w:rsid w:val="00981576"/>
    <w:rsid w:val="00984C3B"/>
    <w:rsid w:val="00997474"/>
    <w:rsid w:val="00997ECD"/>
    <w:rsid w:val="009A0B14"/>
    <w:rsid w:val="009A6B0B"/>
    <w:rsid w:val="009A7E9B"/>
    <w:rsid w:val="009D3DFA"/>
    <w:rsid w:val="009F39F2"/>
    <w:rsid w:val="00A03392"/>
    <w:rsid w:val="00A10D0B"/>
    <w:rsid w:val="00A12A99"/>
    <w:rsid w:val="00A422D1"/>
    <w:rsid w:val="00A5434C"/>
    <w:rsid w:val="00A54C39"/>
    <w:rsid w:val="00A55495"/>
    <w:rsid w:val="00A80327"/>
    <w:rsid w:val="00AB2BA4"/>
    <w:rsid w:val="00AC699F"/>
    <w:rsid w:val="00AD2192"/>
    <w:rsid w:val="00AE4F38"/>
    <w:rsid w:val="00B13694"/>
    <w:rsid w:val="00B535D0"/>
    <w:rsid w:val="00B60723"/>
    <w:rsid w:val="00B813CE"/>
    <w:rsid w:val="00BA35E5"/>
    <w:rsid w:val="00BC236F"/>
    <w:rsid w:val="00BC3230"/>
    <w:rsid w:val="00BC4749"/>
    <w:rsid w:val="00BF77A1"/>
    <w:rsid w:val="00C15DDE"/>
    <w:rsid w:val="00C20962"/>
    <w:rsid w:val="00C27A51"/>
    <w:rsid w:val="00C4381A"/>
    <w:rsid w:val="00C4489B"/>
    <w:rsid w:val="00C44C17"/>
    <w:rsid w:val="00C728B0"/>
    <w:rsid w:val="00C73898"/>
    <w:rsid w:val="00C74064"/>
    <w:rsid w:val="00C91D7E"/>
    <w:rsid w:val="00CA04C6"/>
    <w:rsid w:val="00CA3327"/>
    <w:rsid w:val="00CC13E6"/>
    <w:rsid w:val="00CC18A1"/>
    <w:rsid w:val="00D06A0E"/>
    <w:rsid w:val="00D25AFF"/>
    <w:rsid w:val="00D27A54"/>
    <w:rsid w:val="00D31978"/>
    <w:rsid w:val="00D543C7"/>
    <w:rsid w:val="00D737C1"/>
    <w:rsid w:val="00D75061"/>
    <w:rsid w:val="00DA661B"/>
    <w:rsid w:val="00DB3D46"/>
    <w:rsid w:val="00DC0345"/>
    <w:rsid w:val="00DC0F32"/>
    <w:rsid w:val="00DC30D6"/>
    <w:rsid w:val="00DE7F93"/>
    <w:rsid w:val="00DF2F2F"/>
    <w:rsid w:val="00DF3188"/>
    <w:rsid w:val="00E21425"/>
    <w:rsid w:val="00E5039A"/>
    <w:rsid w:val="00E95F96"/>
    <w:rsid w:val="00EA3655"/>
    <w:rsid w:val="00EB2AB7"/>
    <w:rsid w:val="00EC27C9"/>
    <w:rsid w:val="00ED54D1"/>
    <w:rsid w:val="00ED73AF"/>
    <w:rsid w:val="00EE1226"/>
    <w:rsid w:val="00EF3D1B"/>
    <w:rsid w:val="00EF5C1E"/>
    <w:rsid w:val="00F20CE8"/>
    <w:rsid w:val="00F32F2D"/>
    <w:rsid w:val="00F34396"/>
    <w:rsid w:val="00F417AC"/>
    <w:rsid w:val="00F60C6E"/>
    <w:rsid w:val="00F80414"/>
    <w:rsid w:val="00F81A8B"/>
    <w:rsid w:val="00F84CBE"/>
    <w:rsid w:val="00F97221"/>
    <w:rsid w:val="00FA5FDB"/>
    <w:rsid w:val="00FA6B51"/>
    <w:rsid w:val="00FB38A1"/>
    <w:rsid w:val="00FC5817"/>
    <w:rsid w:val="00FC66A5"/>
    <w:rsid w:val="00FF4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4489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48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489B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C4489B"/>
    <w:rPr>
      <w:rFonts w:cs="Times New Roman"/>
    </w:rPr>
  </w:style>
  <w:style w:type="paragraph" w:customStyle="1" w:styleId="OEM">
    <w:name w:val="Нормальный (OEM)"/>
    <w:basedOn w:val="Normal"/>
    <w:next w:val="Normal"/>
    <w:uiPriority w:val="99"/>
    <w:rsid w:val="00C4489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448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489B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C4489B"/>
    <w:pPr>
      <w:tabs>
        <w:tab w:val="left" w:pos="9720"/>
      </w:tabs>
      <w:jc w:val="center"/>
    </w:pPr>
    <w:rPr>
      <w:b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4489B"/>
    <w:rPr>
      <w:rFonts w:ascii="Times New Roman" w:hAnsi="Times New Roman" w:cs="Times New Roman"/>
      <w:b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44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89B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C4489B"/>
    <w:rPr>
      <w:rFonts w:cs="Times New Roman"/>
      <w:color w:val="000080"/>
      <w:u w:val="single"/>
    </w:rPr>
  </w:style>
  <w:style w:type="paragraph" w:styleId="NormalWeb">
    <w:name w:val="Normal (Web)"/>
    <w:basedOn w:val="Normal"/>
    <w:uiPriority w:val="99"/>
    <w:rsid w:val="00C4489B"/>
    <w:pPr>
      <w:spacing w:before="100" w:after="100"/>
    </w:pPr>
    <w:rPr>
      <w:rFonts w:ascii="Times" w:hAnsi="Times" w:cs="Times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C4489B"/>
    <w:pPr>
      <w:suppressAutoHyphens/>
      <w:spacing w:after="120"/>
      <w:ind w:left="283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4489B"/>
    <w:rPr>
      <w:rFonts w:ascii="Times New Roman" w:hAnsi="Times New Roman" w:cs="Times New Roman"/>
      <w:sz w:val="24"/>
      <w:szCs w:val="24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C4489B"/>
    <w:pPr>
      <w:suppressAutoHyphens/>
      <w:spacing w:after="120" w:line="480" w:lineRule="auto"/>
    </w:pPr>
    <w:rPr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4489B"/>
    <w:rPr>
      <w:rFonts w:ascii="Times New Roman" w:hAnsi="Times New Roman" w:cs="Times New Roman"/>
      <w:sz w:val="24"/>
      <w:szCs w:val="24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C4489B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4489B"/>
    <w:rPr>
      <w:rFonts w:ascii="Times New Roman" w:hAnsi="Times New Roman" w:cs="Times New Roman"/>
      <w:sz w:val="16"/>
      <w:szCs w:val="16"/>
      <w:lang w:eastAsia="ar-SA" w:bidi="ar-SA"/>
    </w:rPr>
  </w:style>
  <w:style w:type="paragraph" w:customStyle="1" w:styleId="ConsTitle">
    <w:name w:val="ConsTitle"/>
    <w:uiPriority w:val="99"/>
    <w:rsid w:val="00C4489B"/>
    <w:pPr>
      <w:widowControl w:val="0"/>
      <w:suppressAutoHyphens/>
    </w:pPr>
    <w:rPr>
      <w:rFonts w:ascii="Arial" w:hAnsi="Arial"/>
      <w:b/>
      <w:sz w:val="20"/>
      <w:szCs w:val="20"/>
      <w:lang w:eastAsia="ar-SA"/>
    </w:rPr>
  </w:style>
  <w:style w:type="character" w:customStyle="1" w:styleId="NormallChar">
    <w:name w:val="Normal l Char"/>
    <w:basedOn w:val="DefaultParagraphFont"/>
    <w:link w:val="Normall"/>
    <w:uiPriority w:val="99"/>
    <w:locked/>
    <w:rsid w:val="00C4489B"/>
    <w:rPr>
      <w:rFonts w:cs="Times New Roman"/>
      <w:sz w:val="24"/>
      <w:szCs w:val="24"/>
    </w:rPr>
  </w:style>
  <w:style w:type="paragraph" w:customStyle="1" w:styleId="Normall">
    <w:name w:val="Normal l"/>
    <w:basedOn w:val="Normal"/>
    <w:link w:val="NormallChar"/>
    <w:uiPriority w:val="99"/>
    <w:rsid w:val="00C4489B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next w:val="Normal"/>
    <w:uiPriority w:val="99"/>
    <w:rsid w:val="00C4489B"/>
    <w:pPr>
      <w:widowControl w:val="0"/>
      <w:suppressAutoHyphens/>
      <w:autoSpaceDE w:val="0"/>
      <w:ind w:firstLine="720"/>
    </w:pPr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a">
    <w:name w:val="Содержимое таблицы"/>
    <w:basedOn w:val="Normal"/>
    <w:uiPriority w:val="99"/>
    <w:rsid w:val="00C4489B"/>
    <w:pPr>
      <w:suppressLineNumbers/>
      <w:suppressAutoHyphens/>
    </w:pPr>
    <w:rPr>
      <w:lang w:eastAsia="ar-SA"/>
    </w:rPr>
  </w:style>
  <w:style w:type="paragraph" w:customStyle="1" w:styleId="ConsNonformat">
    <w:name w:val="ConsNonformat"/>
    <w:uiPriority w:val="99"/>
    <w:rsid w:val="00C4489B"/>
    <w:pPr>
      <w:widowControl w:val="0"/>
      <w:suppressAutoHyphens/>
    </w:pPr>
    <w:rPr>
      <w:rFonts w:ascii="Courier New" w:hAnsi="Courier New"/>
      <w:sz w:val="20"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C4489B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C4489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448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Spacing">
    <w:name w:val="No Spacing"/>
    <w:uiPriority w:val="99"/>
    <w:qFormat/>
    <w:rsid w:val="00C4489B"/>
    <w:rPr>
      <w:rFonts w:ascii="Microsoft Sans Serif" w:hAnsi="Microsoft Sans Serif" w:cs="Microsoft Sans Serif"/>
      <w:color w:val="000000"/>
      <w:sz w:val="24"/>
      <w:szCs w:val="24"/>
    </w:rPr>
  </w:style>
  <w:style w:type="paragraph" w:customStyle="1" w:styleId="a0">
    <w:name w:val="Комментарий"/>
    <w:basedOn w:val="Normal"/>
    <w:next w:val="Normal"/>
    <w:uiPriority w:val="99"/>
    <w:rsid w:val="002E14A6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30"/>
      <w:szCs w:val="30"/>
    </w:rPr>
  </w:style>
  <w:style w:type="character" w:styleId="Emphasis">
    <w:name w:val="Emphasis"/>
    <w:basedOn w:val="DefaultParagraphFont"/>
    <w:uiPriority w:val="99"/>
    <w:qFormat/>
    <w:rsid w:val="002E14A6"/>
    <w:rPr>
      <w:rFonts w:cs="Times New Roman"/>
      <w:i/>
    </w:rPr>
  </w:style>
  <w:style w:type="paragraph" w:customStyle="1" w:styleId="ConsNormal">
    <w:name w:val="ConsNormal"/>
    <w:uiPriority w:val="99"/>
    <w:rsid w:val="002E14A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Normal"/>
    <w:uiPriority w:val="99"/>
    <w:rsid w:val="002E14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pt">
    <w:name w:val="Основной текст + Интервал 3 pt"/>
    <w:uiPriority w:val="99"/>
    <w:rsid w:val="002E14A6"/>
    <w:rPr>
      <w:rFonts w:ascii="Times New Roman" w:hAnsi="Times New Roman"/>
      <w:color w:val="000000"/>
      <w:spacing w:val="60"/>
      <w:w w:val="100"/>
      <w:position w:val="0"/>
      <w:sz w:val="28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596</Words>
  <Characters>3399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User</cp:lastModifiedBy>
  <cp:revision>3</cp:revision>
  <cp:lastPrinted>2018-12-11T12:54:00Z</cp:lastPrinted>
  <dcterms:created xsi:type="dcterms:W3CDTF">2019-01-15T10:54:00Z</dcterms:created>
  <dcterms:modified xsi:type="dcterms:W3CDTF">2019-02-01T08:03:00Z</dcterms:modified>
</cp:coreProperties>
</file>